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775"/>
      </w:tblGrid>
      <w:tr w:rsidR="00A44682" w:rsidTr="00A44682">
        <w:tc>
          <w:tcPr>
            <w:tcW w:w="2235" w:type="dxa"/>
            <w:vAlign w:val="center"/>
          </w:tcPr>
          <w:p w:rsidR="00A44682" w:rsidRPr="00A44682" w:rsidRDefault="000F3D78" w:rsidP="00A44682">
            <w:pPr>
              <w:jc w:val="center"/>
              <w:rPr>
                <w:rFonts w:ascii="Arial" w:hAnsi="Arial" w:cs="Arial"/>
                <w:b/>
                <w:sz w:val="32"/>
              </w:rPr>
            </w:pPr>
            <w:bookmarkStart w:id="0" w:name="_GoBack"/>
            <w:bookmarkEnd w:id="0"/>
            <w:r w:rsidRPr="00A44682">
              <w:rPr>
                <w:rFonts w:ascii="Arial" w:hAnsi="Arial" w:cs="Arial"/>
                <w:b/>
                <w:sz w:val="32"/>
              </w:rPr>
              <w:t>Euro</w:t>
            </w:r>
          </w:p>
          <w:p w:rsidR="000F3D78" w:rsidRPr="00A44682" w:rsidRDefault="000F3D78" w:rsidP="00A4468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44"/>
              </w:rPr>
              <w:t>€</w:t>
            </w:r>
          </w:p>
        </w:tc>
        <w:tc>
          <w:tcPr>
            <w:tcW w:w="2551" w:type="dxa"/>
            <w:vAlign w:val="center"/>
          </w:tcPr>
          <w:p w:rsidR="000F3D78" w:rsidRDefault="00A44682" w:rsidP="00A4468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213485" cy="1446530"/>
                  <wp:effectExtent l="0" t="0" r="5715" b="1270"/>
                  <wp:docPr id="742" name="Image 742" descr="F:\DOSSIERS CPC EPS AVRIL 2013\IMAGES\price-tag-1673586_1280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" descr="F:\DOSSIERS CPC EPS AVRIL 2013\IMAGES\price-tag-1673586_1280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485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0F3D78" w:rsidRDefault="00A44682" w:rsidP="00A4468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781685" cy="1446530"/>
                  <wp:effectExtent l="0" t="0" r="0" b="1270"/>
                  <wp:docPr id="743" name="Image 743" descr="F:\DOSSIERS CPC EPS AVRIL 2013\IMAGES\objets\hourglass-1708196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" descr="F:\DOSSIERS CPC EPS AVRIL 2013\IMAGES\objets\hourglass-1708196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685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682" w:rsidTr="00A44682">
        <w:tc>
          <w:tcPr>
            <w:tcW w:w="2235" w:type="dxa"/>
            <w:vAlign w:val="center"/>
          </w:tcPr>
          <w:p w:rsidR="00A44682" w:rsidRPr="00A44682" w:rsidRDefault="000F3D78" w:rsidP="00A44682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 w:rsidRPr="00A44682">
              <w:rPr>
                <w:rFonts w:ascii="Arial" w:hAnsi="Arial" w:cs="Arial"/>
                <w:b/>
                <w:sz w:val="32"/>
              </w:rPr>
              <w:t>Kilogramm</w:t>
            </w:r>
            <w:proofErr w:type="spellEnd"/>
          </w:p>
          <w:p w:rsidR="000F3D78" w:rsidRPr="00A44682" w:rsidRDefault="000F3D78" w:rsidP="00A4468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44"/>
              </w:rPr>
              <w:t>kg</w:t>
            </w:r>
          </w:p>
        </w:tc>
        <w:tc>
          <w:tcPr>
            <w:tcW w:w="2551" w:type="dxa"/>
            <w:vAlign w:val="center"/>
          </w:tcPr>
          <w:p w:rsidR="000F3D78" w:rsidRDefault="00A44682" w:rsidP="00A4468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263650" cy="1446530"/>
                  <wp:effectExtent l="0" t="0" r="0" b="1270"/>
                  <wp:docPr id="745" name="Image 745" descr="F:\DOSSIERS CPC EPS AVRIL 2013\IMAGES\objets\scale-154924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" descr="F:\DOSSIERS CPC EPS AVRIL 2013\IMAGES\objets\scale-154924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0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0F3D78" w:rsidRDefault="00A44682" w:rsidP="00A4468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396365" cy="1247140"/>
                  <wp:effectExtent l="0" t="0" r="0" b="0"/>
                  <wp:docPr id="744" name="Image 744" descr="F:\DOSSIERS CPC EPS AVRIL 2013\IMAGES\objets\gps-304842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" descr="F:\DOSSIERS CPC EPS AVRIL 2013\IMAGES\objets\gps-304842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12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682" w:rsidTr="00A44682">
        <w:tc>
          <w:tcPr>
            <w:tcW w:w="2235" w:type="dxa"/>
            <w:vAlign w:val="center"/>
          </w:tcPr>
          <w:p w:rsidR="00A44682" w:rsidRPr="00A44682" w:rsidRDefault="000F3D78" w:rsidP="00A44682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 w:rsidRPr="00A44682">
              <w:rPr>
                <w:rFonts w:ascii="Arial" w:hAnsi="Arial" w:cs="Arial"/>
                <w:b/>
                <w:sz w:val="32"/>
              </w:rPr>
              <w:t>Kilom</w:t>
            </w:r>
            <w:r w:rsidR="00B24B09">
              <w:rPr>
                <w:rFonts w:ascii="Arial" w:hAnsi="Arial" w:cs="Arial"/>
                <w:b/>
                <w:sz w:val="32"/>
              </w:rPr>
              <w:t>e</w:t>
            </w:r>
            <w:r w:rsidRPr="00A44682">
              <w:rPr>
                <w:rFonts w:ascii="Arial" w:hAnsi="Arial" w:cs="Arial"/>
                <w:b/>
                <w:sz w:val="32"/>
              </w:rPr>
              <w:t>t</w:t>
            </w:r>
            <w:r w:rsidR="00B24B09">
              <w:rPr>
                <w:rFonts w:ascii="Arial" w:hAnsi="Arial" w:cs="Arial"/>
                <w:b/>
                <w:sz w:val="32"/>
              </w:rPr>
              <w:t>e</w:t>
            </w:r>
            <w:r w:rsidRPr="00A44682">
              <w:rPr>
                <w:rFonts w:ascii="Arial" w:hAnsi="Arial" w:cs="Arial"/>
                <w:b/>
                <w:sz w:val="32"/>
              </w:rPr>
              <w:t>r</w:t>
            </w:r>
            <w:proofErr w:type="spellEnd"/>
          </w:p>
          <w:p w:rsidR="000F3D78" w:rsidRPr="00A44682" w:rsidRDefault="000F3D78" w:rsidP="00A4468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44"/>
              </w:rPr>
              <w:t>km</w:t>
            </w:r>
          </w:p>
        </w:tc>
        <w:tc>
          <w:tcPr>
            <w:tcW w:w="2551" w:type="dxa"/>
            <w:vAlign w:val="center"/>
          </w:tcPr>
          <w:p w:rsidR="000F3D78" w:rsidRDefault="00A44682" w:rsidP="00A4468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080770" cy="1446530"/>
                  <wp:effectExtent l="0" t="0" r="5080" b="1270"/>
                  <wp:docPr id="746" name="Image 746" descr="F:\DOSSIERS CPC EPS AVRIL 2013\IMAGES\objets\clock-1293099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" descr="F:\DOSSIERS CPC EPS AVRIL 2013\IMAGES\objets\clock-1293099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0F3D78" w:rsidRDefault="00A44682" w:rsidP="00A4468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178050" cy="1097280"/>
                  <wp:effectExtent l="0" t="0" r="0" b="0"/>
                  <wp:docPr id="747" name="Image 747" descr="F:\DOSSIERS CPC EPS AVRIL 2013\IMAGES\transports\graphic-910069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" descr="F:\DOSSIERS CPC EPS AVRIL 2013\IMAGES\transports\graphic-910069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682" w:rsidTr="00A44682">
        <w:tc>
          <w:tcPr>
            <w:tcW w:w="2235" w:type="dxa"/>
            <w:vAlign w:val="center"/>
          </w:tcPr>
          <w:p w:rsidR="00A44682" w:rsidRPr="00A44682" w:rsidRDefault="00B24B09" w:rsidP="00A44682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Dauer</w:t>
            </w:r>
            <w:proofErr w:type="spellEnd"/>
          </w:p>
          <w:p w:rsidR="000F3D78" w:rsidRPr="00A44682" w:rsidRDefault="000F3D78" w:rsidP="00A4468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44"/>
              </w:rPr>
              <w:t>h</w:t>
            </w:r>
          </w:p>
        </w:tc>
        <w:tc>
          <w:tcPr>
            <w:tcW w:w="2551" w:type="dxa"/>
            <w:vAlign w:val="center"/>
          </w:tcPr>
          <w:p w:rsidR="000F3D78" w:rsidRDefault="00A44682" w:rsidP="00A4468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430020" cy="1446530"/>
                  <wp:effectExtent l="0" t="0" r="0" b="1270"/>
                  <wp:docPr id="749" name="Image 749" descr="F:\DOSSIERS CPC EPS AVRIL 2013\IMAGES\objets\scales-36417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" descr="F:\DOSSIERS CPC EPS AVRIL 2013\IMAGES\objets\scales-36417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0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0F3D78" w:rsidRDefault="00A44682" w:rsidP="00A4468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446530" cy="1430020"/>
                  <wp:effectExtent l="0" t="0" r="1270" b="0"/>
                  <wp:docPr id="748" name="Image 748" descr="F:\DOSSIERS CPC EPS AVRIL 2013\MHM\2016\IMAGES\images jeux fichiers\register-23666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" descr="F:\DOSSIERS CPC EPS AVRIL 2013\MHM\2016\IMAGES\images jeux fichiers\register-23666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530" cy="143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45B" w:rsidRDefault="001D645B">
      <w:pPr>
        <w:rPr>
          <w:rFonts w:ascii="Arial" w:hAnsi="Arial" w:cs="Arial"/>
          <w:sz w:val="28"/>
        </w:rPr>
      </w:pPr>
    </w:p>
    <w:tbl>
      <w:tblPr>
        <w:tblStyle w:val="Grilledutableau"/>
        <w:tblW w:w="7561" w:type="dxa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775"/>
      </w:tblGrid>
      <w:tr w:rsidR="00B24B09" w:rsidTr="00B24B09">
        <w:tc>
          <w:tcPr>
            <w:tcW w:w="2235" w:type="dxa"/>
            <w:vAlign w:val="center"/>
          </w:tcPr>
          <w:p w:rsidR="00B24B09" w:rsidRPr="00A44682" w:rsidRDefault="00B24B09" w:rsidP="00B24B09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32"/>
              </w:rPr>
              <w:t>Euro</w:t>
            </w:r>
          </w:p>
          <w:p w:rsidR="00B24B09" w:rsidRPr="00A44682" w:rsidRDefault="00B24B09" w:rsidP="00B24B09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44"/>
              </w:rPr>
              <w:t>€</w:t>
            </w:r>
          </w:p>
        </w:tc>
        <w:tc>
          <w:tcPr>
            <w:tcW w:w="2551" w:type="dxa"/>
            <w:vAlign w:val="center"/>
          </w:tcPr>
          <w:p w:rsidR="00B24B09" w:rsidRDefault="00B24B09" w:rsidP="00B24B09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6157F9D2" wp14:editId="0717D239">
                  <wp:extent cx="1213485" cy="1446530"/>
                  <wp:effectExtent l="0" t="0" r="5715" b="1270"/>
                  <wp:docPr id="758" name="Image 758" descr="F:\DOSSIERS CPC EPS AVRIL 2013\IMAGES\price-tag-1673586_1280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" descr="F:\DOSSIERS CPC EPS AVRIL 2013\IMAGES\price-tag-1673586_1280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485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B24B09" w:rsidRDefault="00B24B09" w:rsidP="00B24B09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37E87B85" wp14:editId="6CD77A9A">
                  <wp:extent cx="781685" cy="1446530"/>
                  <wp:effectExtent l="0" t="0" r="0" b="1270"/>
                  <wp:docPr id="759" name="Image 759" descr="F:\DOSSIERS CPC EPS AVRIL 2013\IMAGES\objets\hourglass-1708196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" descr="F:\DOSSIERS CPC EPS AVRIL 2013\IMAGES\objets\hourglass-1708196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685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B09" w:rsidTr="00B24B09">
        <w:tc>
          <w:tcPr>
            <w:tcW w:w="2235" w:type="dxa"/>
            <w:vAlign w:val="center"/>
          </w:tcPr>
          <w:p w:rsidR="00B24B09" w:rsidRPr="00A44682" w:rsidRDefault="00B24B09" w:rsidP="00B24B09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 w:rsidRPr="00A44682">
              <w:rPr>
                <w:rFonts w:ascii="Arial" w:hAnsi="Arial" w:cs="Arial"/>
                <w:b/>
                <w:sz w:val="32"/>
              </w:rPr>
              <w:t>Kilogramm</w:t>
            </w:r>
            <w:proofErr w:type="spellEnd"/>
          </w:p>
          <w:p w:rsidR="00B24B09" w:rsidRPr="00A44682" w:rsidRDefault="00B24B09" w:rsidP="00B24B09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44"/>
              </w:rPr>
              <w:t>kg</w:t>
            </w:r>
          </w:p>
        </w:tc>
        <w:tc>
          <w:tcPr>
            <w:tcW w:w="2551" w:type="dxa"/>
            <w:vAlign w:val="center"/>
          </w:tcPr>
          <w:p w:rsidR="00B24B09" w:rsidRDefault="00B24B09" w:rsidP="00B24B09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21874542" wp14:editId="5D78AA40">
                  <wp:extent cx="1263650" cy="1446530"/>
                  <wp:effectExtent l="0" t="0" r="0" b="1270"/>
                  <wp:docPr id="761" name="Image 761" descr="F:\DOSSIERS CPC EPS AVRIL 2013\IMAGES\objets\scale-154924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" descr="F:\DOSSIERS CPC EPS AVRIL 2013\IMAGES\objets\scale-154924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0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B24B09" w:rsidRDefault="00B24B09" w:rsidP="00B24B09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792838B5" wp14:editId="17146155">
                  <wp:extent cx="1396365" cy="1247140"/>
                  <wp:effectExtent l="0" t="0" r="0" b="0"/>
                  <wp:docPr id="760" name="Image 760" descr="F:\DOSSIERS CPC EPS AVRIL 2013\IMAGES\objets\gps-304842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" descr="F:\DOSSIERS CPC EPS AVRIL 2013\IMAGES\objets\gps-304842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12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B09" w:rsidTr="00B24B09">
        <w:tc>
          <w:tcPr>
            <w:tcW w:w="2235" w:type="dxa"/>
            <w:vAlign w:val="center"/>
          </w:tcPr>
          <w:p w:rsidR="00B24B09" w:rsidRPr="00A44682" w:rsidRDefault="00B24B09" w:rsidP="00B24B09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 w:rsidRPr="00A44682">
              <w:rPr>
                <w:rFonts w:ascii="Arial" w:hAnsi="Arial" w:cs="Arial"/>
                <w:b/>
                <w:sz w:val="32"/>
              </w:rPr>
              <w:t>Kilom</w:t>
            </w:r>
            <w:r>
              <w:rPr>
                <w:rFonts w:ascii="Arial" w:hAnsi="Arial" w:cs="Arial"/>
                <w:b/>
                <w:sz w:val="32"/>
              </w:rPr>
              <w:t>e</w:t>
            </w:r>
            <w:r w:rsidRPr="00A44682">
              <w:rPr>
                <w:rFonts w:ascii="Arial" w:hAnsi="Arial" w:cs="Arial"/>
                <w:b/>
                <w:sz w:val="32"/>
              </w:rPr>
              <w:t>t</w:t>
            </w:r>
            <w:r>
              <w:rPr>
                <w:rFonts w:ascii="Arial" w:hAnsi="Arial" w:cs="Arial"/>
                <w:b/>
                <w:sz w:val="32"/>
              </w:rPr>
              <w:t>e</w:t>
            </w:r>
            <w:r w:rsidRPr="00A44682">
              <w:rPr>
                <w:rFonts w:ascii="Arial" w:hAnsi="Arial" w:cs="Arial"/>
                <w:b/>
                <w:sz w:val="32"/>
              </w:rPr>
              <w:t>r</w:t>
            </w:r>
            <w:proofErr w:type="spellEnd"/>
          </w:p>
          <w:p w:rsidR="00B24B09" w:rsidRPr="00A44682" w:rsidRDefault="00B24B09" w:rsidP="00B24B09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44"/>
              </w:rPr>
              <w:t>km</w:t>
            </w:r>
          </w:p>
        </w:tc>
        <w:tc>
          <w:tcPr>
            <w:tcW w:w="2551" w:type="dxa"/>
            <w:vAlign w:val="center"/>
          </w:tcPr>
          <w:p w:rsidR="00B24B09" w:rsidRDefault="00B24B09" w:rsidP="00B24B09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03E6AAD0" wp14:editId="43339221">
                  <wp:extent cx="1080770" cy="1446530"/>
                  <wp:effectExtent l="0" t="0" r="5080" b="1270"/>
                  <wp:docPr id="762" name="Image 762" descr="F:\DOSSIERS CPC EPS AVRIL 2013\IMAGES\objets\clock-1293099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" descr="F:\DOSSIERS CPC EPS AVRIL 2013\IMAGES\objets\clock-1293099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B24B09" w:rsidRDefault="00B24B09" w:rsidP="00B24B09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2C79C80B" wp14:editId="56FC0F7B">
                  <wp:extent cx="2178050" cy="1097280"/>
                  <wp:effectExtent l="0" t="0" r="0" b="0"/>
                  <wp:docPr id="763" name="Image 763" descr="F:\DOSSIERS CPC EPS AVRIL 2013\IMAGES\transports\graphic-910069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" descr="F:\DOSSIERS CPC EPS AVRIL 2013\IMAGES\transports\graphic-910069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B09" w:rsidTr="00B24B09">
        <w:tc>
          <w:tcPr>
            <w:tcW w:w="2235" w:type="dxa"/>
            <w:vAlign w:val="center"/>
          </w:tcPr>
          <w:p w:rsidR="00B24B09" w:rsidRPr="00A44682" w:rsidRDefault="00B24B09" w:rsidP="00B24B09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Dauer</w:t>
            </w:r>
            <w:proofErr w:type="spellEnd"/>
          </w:p>
          <w:p w:rsidR="00B24B09" w:rsidRPr="00A44682" w:rsidRDefault="00B24B09" w:rsidP="00B24B09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44"/>
              </w:rPr>
              <w:t>h</w:t>
            </w:r>
          </w:p>
        </w:tc>
        <w:tc>
          <w:tcPr>
            <w:tcW w:w="2551" w:type="dxa"/>
            <w:vAlign w:val="center"/>
          </w:tcPr>
          <w:p w:rsidR="00B24B09" w:rsidRDefault="00B24B09" w:rsidP="00B24B09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1EEAD873" wp14:editId="327E636F">
                  <wp:extent cx="1430020" cy="1446530"/>
                  <wp:effectExtent l="0" t="0" r="0" b="1270"/>
                  <wp:docPr id="765" name="Image 765" descr="F:\DOSSIERS CPC EPS AVRIL 2013\IMAGES\objets\scales-36417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" descr="F:\DOSSIERS CPC EPS AVRIL 2013\IMAGES\objets\scales-36417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0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B24B09" w:rsidRDefault="00B24B09" w:rsidP="00B24B09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35B960E2" wp14:editId="23C6837D">
                  <wp:extent cx="1446530" cy="1430020"/>
                  <wp:effectExtent l="0" t="0" r="1270" b="0"/>
                  <wp:docPr id="764" name="Image 764" descr="F:\DOSSIERS CPC EPS AVRIL 2013\MHM\2016\IMAGES\images jeux fichiers\register-23666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" descr="F:\DOSSIERS CPC EPS AVRIL 2013\MHM\2016\IMAGES\images jeux fichiers\register-23666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530" cy="143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4682" w:rsidRPr="007E024D" w:rsidRDefault="00A44682">
      <w:pPr>
        <w:rPr>
          <w:rFonts w:ascii="Arial" w:hAnsi="Arial" w:cs="Arial"/>
          <w:sz w:val="28"/>
        </w:rPr>
      </w:pPr>
    </w:p>
    <w:sectPr w:rsidR="00A44682" w:rsidRPr="007E024D" w:rsidSect="000F3D7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D78"/>
    <w:rsid w:val="000F3D78"/>
    <w:rsid w:val="00171E05"/>
    <w:rsid w:val="001D645B"/>
    <w:rsid w:val="005175A3"/>
    <w:rsid w:val="00594A0F"/>
    <w:rsid w:val="005F7238"/>
    <w:rsid w:val="007E024D"/>
    <w:rsid w:val="00A44682"/>
    <w:rsid w:val="00B2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F423A-8076-4F05-9240-8945028E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F3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19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ecole</cp:lastModifiedBy>
  <cp:revision>2</cp:revision>
  <dcterms:created xsi:type="dcterms:W3CDTF">2019-08-16T13:01:00Z</dcterms:created>
  <dcterms:modified xsi:type="dcterms:W3CDTF">2019-08-16T13:01:00Z</dcterms:modified>
</cp:coreProperties>
</file>